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CF4CB" w14:textId="46E38C34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6E368647" wp14:editId="3CCA324D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3F88C04" wp14:editId="61203956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53000A">
        <w:rPr>
          <w:rFonts w:ascii="Segoe Print" w:hAnsi="Segoe Print"/>
          <w:b/>
          <w:sz w:val="24"/>
        </w:rPr>
        <w:t>3</w:t>
      </w:r>
      <w:r w:rsidR="00D51195" w:rsidRPr="0090117B">
        <w:rPr>
          <w:rFonts w:ascii="Segoe Print" w:hAnsi="Segoe Print"/>
          <w:b/>
          <w:sz w:val="24"/>
        </w:rPr>
        <w:t>.</w:t>
      </w:r>
      <w:r w:rsidR="007C2B0D"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2407CB17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4798FDF3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5A0705CC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A765825" w14:textId="10DDD566" w:rsidR="00E20822" w:rsidRPr="00FB0E81" w:rsidRDefault="0053000A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 xml:space="preserve">Write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20</m:t>
                  </m:r>
                </m:den>
              </m:f>
            </m:oMath>
            <w:r w:rsidR="00D56A89" w:rsidRPr="00523885">
              <w:rPr>
                <w:rFonts w:ascii="Avenir Book" w:eastAsiaTheme="minorEastAsia" w:hAnsi="Avenir Book"/>
              </w:rPr>
              <w:t xml:space="preserve"> as a decimal</w:t>
            </w:r>
          </w:p>
        </w:tc>
        <w:tc>
          <w:tcPr>
            <w:tcW w:w="425" w:type="dxa"/>
            <w:tcBorders>
              <w:right w:val="nil"/>
            </w:tcBorders>
          </w:tcPr>
          <w:p w14:paraId="09207902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3DCEF4FA" w14:textId="58D4EEDF" w:rsidR="00E20822" w:rsidRPr="00AB2856" w:rsidRDefault="00B2020D" w:rsidP="0064471D">
            <w:pPr>
              <w:spacing w:before="120" w:after="0"/>
              <w:rPr>
                <w:rFonts w:ascii="Avenir Book" w:hAnsi="Avenir Book"/>
              </w:rPr>
            </w:pPr>
            <w:r w:rsidRPr="00523885">
              <w:rPr>
                <w:rFonts w:ascii="Avenir Book" w:hAnsi="Avenir Book"/>
              </w:rPr>
              <w:t xml:space="preserve">Probability Crowns win is 0.65 and lose is 0.2.  What is </w:t>
            </w:r>
            <w:r>
              <w:rPr>
                <w:rFonts w:ascii="Avenir Book" w:hAnsi="Avenir Book"/>
              </w:rPr>
              <w:t xml:space="preserve">the </w:t>
            </w:r>
            <w:r w:rsidRPr="00523885">
              <w:rPr>
                <w:rFonts w:ascii="Avenir Book" w:hAnsi="Avenir Book"/>
              </w:rPr>
              <w:t xml:space="preserve">probability </w:t>
            </w:r>
            <w:r>
              <w:rPr>
                <w:rFonts w:ascii="Avenir Book" w:hAnsi="Avenir Book"/>
              </w:rPr>
              <w:t>Crowns</w:t>
            </w:r>
            <w:r w:rsidRPr="00523885">
              <w:rPr>
                <w:rFonts w:ascii="Avenir Book" w:hAnsi="Avenir Book"/>
              </w:rPr>
              <w:t xml:space="preserve"> draw?</w:t>
            </w:r>
          </w:p>
        </w:tc>
      </w:tr>
      <w:tr w:rsidR="00E20822" w:rsidRPr="00C240D5" w14:paraId="3F08F9DC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5353390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3ABFB502" w14:textId="1396D218" w:rsidR="00E20822" w:rsidRPr="00C240D5" w:rsidRDefault="003E5B0B" w:rsidP="00505FC9">
            <w:pPr>
              <w:spacing w:before="120" w:after="0"/>
              <w:rPr>
                <w:rFonts w:ascii="Avenir Book" w:hAnsi="Avenir Book"/>
              </w:rPr>
            </w:pPr>
            <m:oMath>
              <m:r>
                <w:rPr>
                  <w:rFonts w:ascii="Cambria Math" w:hAnsi="Cambria Math"/>
                </w:rPr>
                <m:t>5+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BA7B84">
              <w:rPr>
                <w:rFonts w:ascii="Avenir Book" w:hAnsi="Avenir Book"/>
              </w:rPr>
              <w:t xml:space="preserve"> </w:t>
            </w:r>
            <w:r w:rsidR="0053000A" w:rsidRPr="00C240D5">
              <w:rPr>
                <w:rFonts w:ascii="Avenir Book" w:hAnsi="Avenir Book"/>
              </w:rPr>
              <w:t>=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78FE40B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162C5D6E" w14:textId="66DF1C60" w:rsidR="00E20822" w:rsidRPr="00C240D5" w:rsidRDefault="0053000A" w:rsidP="0064471D">
            <w:pPr>
              <w:spacing w:before="120" w:after="0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 xml:space="preserve">Solve </w:t>
            </w:r>
            <m:oMath>
              <m:r>
                <w:rPr>
                  <w:rFonts w:ascii="Cambria Math" w:hAnsi="Cambria Math"/>
                </w:rPr>
                <m:t>2x-9=14</m:t>
              </m:r>
            </m:oMath>
          </w:p>
        </w:tc>
      </w:tr>
      <w:tr w:rsidR="00E20822" w:rsidRPr="00C240D5" w14:paraId="229A8092" w14:textId="77777777" w:rsidTr="0053000A">
        <w:trPr>
          <w:trHeight w:val="1682"/>
        </w:trPr>
        <w:tc>
          <w:tcPr>
            <w:tcW w:w="421" w:type="dxa"/>
            <w:tcBorders>
              <w:right w:val="nil"/>
            </w:tcBorders>
          </w:tcPr>
          <w:p w14:paraId="56664FE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DDC901E" w14:textId="2356532E" w:rsidR="0053000A" w:rsidRDefault="004E53AB" w:rsidP="007E2C1A">
            <w:pPr>
              <w:spacing w:before="120" w:after="0"/>
              <w:rPr>
                <w:rFonts w:ascii="Avenir Book" w:hAnsi="Avenir Book"/>
              </w:rPr>
            </w:pPr>
            <w:r w:rsidRPr="004E53AB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4051AA9" wp14:editId="4831D2E9">
                      <wp:simplePos x="0" y="0"/>
                      <wp:positionH relativeFrom="column">
                        <wp:posOffset>3171727</wp:posOffset>
                      </wp:positionH>
                      <wp:positionV relativeFrom="paragraph">
                        <wp:posOffset>277495</wp:posOffset>
                      </wp:positionV>
                      <wp:extent cx="122555" cy="133350"/>
                      <wp:effectExtent l="0" t="0" r="17145" b="19050"/>
                      <wp:wrapNone/>
                      <wp:docPr id="25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2555" cy="13335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0F6B37" id="Straight Connector 2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5pt,21.85pt" to="259.4pt,32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" strokecolor="black [3213]"/>
                  </w:pict>
                </mc:Fallback>
              </mc:AlternateContent>
            </w:r>
            <w:r w:rsidRPr="004E53AB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9BBA911" wp14:editId="2586D141">
                      <wp:simplePos x="0" y="0"/>
                      <wp:positionH relativeFrom="column">
                        <wp:posOffset>2858868</wp:posOffset>
                      </wp:positionH>
                      <wp:positionV relativeFrom="paragraph">
                        <wp:posOffset>269240</wp:posOffset>
                      </wp:positionV>
                      <wp:extent cx="83820" cy="133350"/>
                      <wp:effectExtent l="0" t="0" r="17780" b="19050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820" cy="13335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8AA4F5" id="Straight Connector 2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1pt,21.2pt" to="231.7pt,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" strokecolor="black [3213]"/>
                  </w:pict>
                </mc:Fallback>
              </mc:AlternateContent>
            </w:r>
            <w:r w:rsidRPr="004E53AB">
              <w:rPr>
                <w:rFonts w:ascii="Avenir Book" w:hAnsi="Avenir Book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72080150" wp14:editId="30CD4DC7">
                      <wp:simplePos x="0" y="0"/>
                      <wp:positionH relativeFrom="column">
                        <wp:posOffset>2527202</wp:posOffset>
                      </wp:positionH>
                      <wp:positionV relativeFrom="paragraph">
                        <wp:posOffset>134806</wp:posOffset>
                      </wp:positionV>
                      <wp:extent cx="914169" cy="730080"/>
                      <wp:effectExtent l="0" t="0" r="0" b="0"/>
                      <wp:wrapNone/>
                      <wp:docPr id="20" name="Group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169" cy="730080"/>
                                <a:chOff x="-91266" y="-94263"/>
                                <a:chExt cx="915449" cy="732769"/>
                              </a:xfrm>
                            </wpg:grpSpPr>
                            <wps:wsp>
                              <wps:cNvPr id="21" name="Text Box 21"/>
                              <wps:cNvSpPr txBox="1"/>
                              <wps:spPr>
                                <a:xfrm>
                                  <a:off x="240179" y="348595"/>
                                  <a:ext cx="584004" cy="2899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6713C52" w14:textId="77777777" w:rsidR="004E53AB" w:rsidRDefault="004E53AB" w:rsidP="004E53AB">
                                    <w:r>
                                      <w:t>9cm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Isosceles Triangle 55"/>
                              <wps:cNvSpPr/>
                              <wps:spPr>
                                <a:xfrm>
                                  <a:off x="124178" y="-94263"/>
                                  <a:ext cx="665257" cy="461962"/>
                                </a:xfrm>
                                <a:prstGeom prst="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Text Box 23"/>
                              <wps:cNvSpPr txBox="1"/>
                              <wps:spPr>
                                <a:xfrm>
                                  <a:off x="-91266" y="-13540"/>
                                  <a:ext cx="583565" cy="340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123F0FB" w14:textId="77777777" w:rsidR="004E53AB" w:rsidRDefault="004E53AB" w:rsidP="004E53AB">
                                    <w:r>
                                      <w:t>6cm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080150" id="Group 20" o:spid="_x0000_s1026" style="position:absolute;margin-left:199pt;margin-top:10.6pt;width:1in;height:57.5pt;z-index:251681792;mso-width-relative:margin;mso-height-relative:margin" coordorigin="-912,-942" coordsize="9154,7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&#13;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1" o:spid="_x0000_s1027" type="#_x0000_t202" style="position:absolute;left:2401;top:3485;width:5840;height:29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" filled="f" stroked="f">
                        <v:textbox>
                          <w:txbxContent>
                            <w:p w14:paraId="46713C52" w14:textId="77777777" w:rsidR="004E53AB" w:rsidRDefault="004E53AB" w:rsidP="004E53AB">
                              <w:r>
                                <w:t>9cm</w:t>
                              </w:r>
                            </w:p>
                          </w:txbxContent>
                        </v:textbox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55" o:spid="_x0000_s1028" type="#_x0000_t5" style="position:absolute;left:1241;top:-942;width:6653;height:461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" filled="f" strokecolor="black [3213]"/>
                      <v:shape id="Text Box 23" o:spid="_x0000_s1029" type="#_x0000_t202" style="position:absolute;left:-912;top:-135;width:5834;height:340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" filled="f" stroked="f">
                        <v:textbox>
                          <w:txbxContent>
                            <w:p w14:paraId="0123F0FB" w14:textId="77777777" w:rsidR="004E53AB" w:rsidRDefault="004E53AB" w:rsidP="004E53AB">
                              <w:r>
                                <w:t>6cm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53000A" w:rsidRPr="00C240D5">
              <w:rPr>
                <w:rFonts w:ascii="Avenir Book" w:hAnsi="Avenir Book"/>
              </w:rPr>
              <w:t>What is the perimeter of the shape?</w:t>
            </w:r>
          </w:p>
          <w:p w14:paraId="1191D4B9" w14:textId="4CF30D69" w:rsidR="007E2C1A" w:rsidRPr="00C240D5" w:rsidRDefault="007E2C1A" w:rsidP="007E2C1A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4AD2F309" wp14:editId="19C27E75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C431FD5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5628EA19" w14:textId="77777777" w:rsidR="0053000A" w:rsidRDefault="0053000A" w:rsidP="00525119">
      <w:pPr>
        <w:spacing w:after="0"/>
        <w:rPr>
          <w:rFonts w:ascii="Avenir Book" w:hAnsi="Avenir Book"/>
          <w:sz w:val="24"/>
          <w:szCs w:val="24"/>
        </w:rPr>
      </w:pPr>
    </w:p>
    <w:p w14:paraId="7C933EA3" w14:textId="77777777" w:rsidR="004E53AB" w:rsidRDefault="004E53AB" w:rsidP="004E53AB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6912" behindDoc="0" locked="0" layoutInCell="1" allowOverlap="1" wp14:anchorId="17FB15C6" wp14:editId="167F050E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32" name="Picture 3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5888" behindDoc="0" locked="0" layoutInCell="1" allowOverlap="1" wp14:anchorId="21F19F70" wp14:editId="4D7E4BC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3" name="Picture 3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37D6DD3D" w14:textId="77777777" w:rsidR="004E53AB" w:rsidRDefault="004E53AB" w:rsidP="004E53AB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4E53AB" w:rsidRPr="000A63AF" w14:paraId="583B5E20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48F247E6" w14:textId="77777777" w:rsidR="004E53AB" w:rsidRPr="00C240D5" w:rsidRDefault="004E53A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11BD1B20" w14:textId="77777777" w:rsidR="004E53AB" w:rsidRPr="00FB0E81" w:rsidRDefault="004E53AB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 xml:space="preserve">Write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20</m:t>
                  </m:r>
                </m:den>
              </m:f>
            </m:oMath>
            <w:r w:rsidRPr="00523885">
              <w:rPr>
                <w:rFonts w:ascii="Avenir Book" w:eastAsiaTheme="minorEastAsia" w:hAnsi="Avenir Book"/>
              </w:rPr>
              <w:t xml:space="preserve"> as a decimal</w:t>
            </w:r>
          </w:p>
        </w:tc>
        <w:tc>
          <w:tcPr>
            <w:tcW w:w="425" w:type="dxa"/>
            <w:tcBorders>
              <w:right w:val="nil"/>
            </w:tcBorders>
          </w:tcPr>
          <w:p w14:paraId="1EC64290" w14:textId="77777777" w:rsidR="004E53AB" w:rsidRPr="00C240D5" w:rsidRDefault="004E53A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36F46109" w14:textId="77777777" w:rsidR="004E53AB" w:rsidRPr="00AB2856" w:rsidRDefault="004E53AB" w:rsidP="00E01254">
            <w:pPr>
              <w:spacing w:before="120" w:after="0"/>
              <w:rPr>
                <w:rFonts w:ascii="Avenir Book" w:hAnsi="Avenir Book"/>
              </w:rPr>
            </w:pPr>
            <w:r w:rsidRPr="00523885">
              <w:rPr>
                <w:rFonts w:ascii="Avenir Book" w:hAnsi="Avenir Book"/>
              </w:rPr>
              <w:t xml:space="preserve">Probability Crowns win is 0.65 and lose is 0.2.  What is </w:t>
            </w:r>
            <w:r>
              <w:rPr>
                <w:rFonts w:ascii="Avenir Book" w:hAnsi="Avenir Book"/>
              </w:rPr>
              <w:t xml:space="preserve">the </w:t>
            </w:r>
            <w:r w:rsidRPr="00523885">
              <w:rPr>
                <w:rFonts w:ascii="Avenir Book" w:hAnsi="Avenir Book"/>
              </w:rPr>
              <w:t xml:space="preserve">probability </w:t>
            </w:r>
            <w:r>
              <w:rPr>
                <w:rFonts w:ascii="Avenir Book" w:hAnsi="Avenir Book"/>
              </w:rPr>
              <w:t>Crowns</w:t>
            </w:r>
            <w:r w:rsidRPr="00523885">
              <w:rPr>
                <w:rFonts w:ascii="Avenir Book" w:hAnsi="Avenir Book"/>
              </w:rPr>
              <w:t xml:space="preserve"> draw?</w:t>
            </w:r>
          </w:p>
        </w:tc>
      </w:tr>
      <w:tr w:rsidR="004E53AB" w:rsidRPr="00C240D5" w14:paraId="1026FF46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96D2E1" w14:textId="77777777" w:rsidR="004E53AB" w:rsidRPr="00C240D5" w:rsidRDefault="004E53A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D24F919" w14:textId="77777777" w:rsidR="004E53AB" w:rsidRPr="00C240D5" w:rsidRDefault="004E53AB" w:rsidP="00E01254">
            <w:pPr>
              <w:spacing w:before="120" w:after="0"/>
              <w:rPr>
                <w:rFonts w:ascii="Avenir Book" w:hAnsi="Avenir Book"/>
              </w:rPr>
            </w:pPr>
            <m:oMath>
              <m:r>
                <w:rPr>
                  <w:rFonts w:ascii="Cambria Math" w:hAnsi="Cambria Math"/>
                </w:rPr>
                <m:t>5+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BA7B84">
              <w:rPr>
                <w:rFonts w:ascii="Avenir Book" w:hAnsi="Avenir Book"/>
              </w:rPr>
              <w:t xml:space="preserve"> </w:t>
            </w:r>
            <w:r w:rsidRPr="00C240D5">
              <w:rPr>
                <w:rFonts w:ascii="Avenir Book" w:hAnsi="Avenir Book"/>
              </w:rPr>
              <w:t>=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E751B8F" w14:textId="77777777" w:rsidR="004E53AB" w:rsidRPr="00C240D5" w:rsidRDefault="004E53A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0DAF10DF" w14:textId="77777777" w:rsidR="004E53AB" w:rsidRPr="00C240D5" w:rsidRDefault="004E53AB" w:rsidP="00E01254">
            <w:pPr>
              <w:spacing w:before="120" w:after="0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 xml:space="preserve">Solve </w:t>
            </w:r>
            <m:oMath>
              <m:r>
                <w:rPr>
                  <w:rFonts w:ascii="Cambria Math" w:hAnsi="Cambria Math"/>
                </w:rPr>
                <m:t>2x-9=14</m:t>
              </m:r>
            </m:oMath>
          </w:p>
        </w:tc>
      </w:tr>
      <w:tr w:rsidR="004E53AB" w:rsidRPr="00C240D5" w14:paraId="0CEDC068" w14:textId="77777777" w:rsidTr="00E01254">
        <w:trPr>
          <w:trHeight w:val="1682"/>
        </w:trPr>
        <w:tc>
          <w:tcPr>
            <w:tcW w:w="421" w:type="dxa"/>
            <w:tcBorders>
              <w:right w:val="nil"/>
            </w:tcBorders>
          </w:tcPr>
          <w:p w14:paraId="431BE61D" w14:textId="77777777" w:rsidR="004E53AB" w:rsidRPr="00C240D5" w:rsidRDefault="004E53AB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2057BD87" w14:textId="77777777" w:rsidR="004E53AB" w:rsidRDefault="004E53AB" w:rsidP="00E01254">
            <w:pPr>
              <w:spacing w:before="120" w:after="0"/>
              <w:rPr>
                <w:rFonts w:ascii="Avenir Book" w:hAnsi="Avenir Book"/>
              </w:rPr>
            </w:pPr>
            <w:r w:rsidRPr="004E53AB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12CEA35" wp14:editId="3321A47C">
                      <wp:simplePos x="0" y="0"/>
                      <wp:positionH relativeFrom="column">
                        <wp:posOffset>3171727</wp:posOffset>
                      </wp:positionH>
                      <wp:positionV relativeFrom="paragraph">
                        <wp:posOffset>277495</wp:posOffset>
                      </wp:positionV>
                      <wp:extent cx="122555" cy="133350"/>
                      <wp:effectExtent l="0" t="0" r="17145" b="19050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2555" cy="13335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B9CE2B" id="Straight Connector 26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5pt,21.85pt" to="259.4pt,32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" strokecolor="black [3213]"/>
                  </w:pict>
                </mc:Fallback>
              </mc:AlternateContent>
            </w:r>
            <w:r w:rsidRPr="004E53AB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CAFE97D" wp14:editId="739D277A">
                      <wp:simplePos x="0" y="0"/>
                      <wp:positionH relativeFrom="column">
                        <wp:posOffset>2858868</wp:posOffset>
                      </wp:positionH>
                      <wp:positionV relativeFrom="paragraph">
                        <wp:posOffset>269240</wp:posOffset>
                      </wp:positionV>
                      <wp:extent cx="83820" cy="133350"/>
                      <wp:effectExtent l="0" t="0" r="17780" b="19050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820" cy="13335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531170" id="Straight Connector 27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1pt,21.2pt" to="231.7pt,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" strokecolor="black [3213]"/>
                  </w:pict>
                </mc:Fallback>
              </mc:AlternateContent>
            </w:r>
            <w:r w:rsidRPr="004E53AB">
              <w:rPr>
                <w:rFonts w:ascii="Avenir Book" w:hAnsi="Avenir Book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6F006B51" wp14:editId="7E21EB8C">
                      <wp:simplePos x="0" y="0"/>
                      <wp:positionH relativeFrom="column">
                        <wp:posOffset>2527202</wp:posOffset>
                      </wp:positionH>
                      <wp:positionV relativeFrom="paragraph">
                        <wp:posOffset>134806</wp:posOffset>
                      </wp:positionV>
                      <wp:extent cx="914169" cy="730080"/>
                      <wp:effectExtent l="0" t="0" r="0" b="0"/>
                      <wp:wrapNone/>
                      <wp:docPr id="28" name="Group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169" cy="730080"/>
                                <a:chOff x="-91266" y="-94263"/>
                                <a:chExt cx="915449" cy="732769"/>
                              </a:xfrm>
                            </wpg:grpSpPr>
                            <wps:wsp>
                              <wps:cNvPr id="29" name="Text Box 29"/>
                              <wps:cNvSpPr txBox="1"/>
                              <wps:spPr>
                                <a:xfrm>
                                  <a:off x="240179" y="348595"/>
                                  <a:ext cx="584004" cy="2899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715CB85" w14:textId="77777777" w:rsidR="004E53AB" w:rsidRDefault="004E53AB" w:rsidP="004E53AB">
                                    <w:r>
                                      <w:t>9cm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Isosceles Triangle 55"/>
                              <wps:cNvSpPr/>
                              <wps:spPr>
                                <a:xfrm>
                                  <a:off x="124178" y="-94263"/>
                                  <a:ext cx="665257" cy="461962"/>
                                </a:xfrm>
                                <a:prstGeom prst="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 Box 31"/>
                              <wps:cNvSpPr txBox="1"/>
                              <wps:spPr>
                                <a:xfrm>
                                  <a:off x="-91266" y="-13540"/>
                                  <a:ext cx="583565" cy="340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A2D72A0" w14:textId="77777777" w:rsidR="004E53AB" w:rsidRDefault="004E53AB" w:rsidP="004E53AB">
                                    <w:r>
                                      <w:t>6cm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006B51" id="Group 28" o:spid="_x0000_s1030" style="position:absolute;margin-left:199pt;margin-top:10.6pt;width:1in;height:57.5pt;z-index:251688960;mso-width-relative:margin;mso-height-relative:margin" coordorigin="-912,-942" coordsize="9154,7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">
                      <v:shape id="Text Box 29" o:spid="_x0000_s1031" type="#_x0000_t202" style="position:absolute;left:2401;top:3485;width:5840;height:29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" filled="f" stroked="f">
                        <v:textbox>
                          <w:txbxContent>
                            <w:p w14:paraId="1715CB85" w14:textId="77777777" w:rsidR="004E53AB" w:rsidRDefault="004E53AB" w:rsidP="004E53AB">
                              <w:r>
                                <w:t>9cm</w:t>
                              </w:r>
                            </w:p>
                          </w:txbxContent>
                        </v:textbox>
                      </v:shape>
                      <v:shape id="Isosceles Triangle 55" o:spid="_x0000_s1032" type="#_x0000_t5" style="position:absolute;left:1241;top:-942;width:6653;height:461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" filled="f" strokecolor="black [3213]"/>
                      <v:shape id="Text Box 31" o:spid="_x0000_s1033" type="#_x0000_t202" style="position:absolute;left:-912;top:-135;width:5834;height:340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" filled="f" stroked="f">
                        <v:textbox>
                          <w:txbxContent>
                            <w:p w14:paraId="3A2D72A0" w14:textId="77777777" w:rsidR="004E53AB" w:rsidRDefault="004E53AB" w:rsidP="004E53AB">
                              <w:r>
                                <w:t>6cm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240D5">
              <w:rPr>
                <w:rFonts w:ascii="Avenir Book" w:hAnsi="Avenir Book"/>
              </w:rPr>
              <w:t>What is the perimeter of the shape?</w:t>
            </w:r>
          </w:p>
          <w:p w14:paraId="610EB976" w14:textId="77777777" w:rsidR="004E53AB" w:rsidRPr="00C240D5" w:rsidRDefault="004E53AB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87936" behindDoc="0" locked="0" layoutInCell="1" allowOverlap="1" wp14:anchorId="76565410" wp14:editId="68E3F3E7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19F1006" w14:textId="77777777" w:rsidR="007E2C1A" w:rsidRDefault="007E2C1A" w:rsidP="003218F0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00A"/>
    <w:rsid w:val="000A43CA"/>
    <w:rsid w:val="000A63AF"/>
    <w:rsid w:val="001826A9"/>
    <w:rsid w:val="00191AC4"/>
    <w:rsid w:val="001F6613"/>
    <w:rsid w:val="00213C21"/>
    <w:rsid w:val="00227D47"/>
    <w:rsid w:val="002D5D86"/>
    <w:rsid w:val="003218F0"/>
    <w:rsid w:val="00333535"/>
    <w:rsid w:val="00343C13"/>
    <w:rsid w:val="003E5B0B"/>
    <w:rsid w:val="003F51D8"/>
    <w:rsid w:val="00460334"/>
    <w:rsid w:val="004E53AB"/>
    <w:rsid w:val="00505FC9"/>
    <w:rsid w:val="00525119"/>
    <w:rsid w:val="0053000A"/>
    <w:rsid w:val="005322D1"/>
    <w:rsid w:val="005539E8"/>
    <w:rsid w:val="00593FB9"/>
    <w:rsid w:val="0064471D"/>
    <w:rsid w:val="00651875"/>
    <w:rsid w:val="00705472"/>
    <w:rsid w:val="007B4226"/>
    <w:rsid w:val="007C2B0D"/>
    <w:rsid w:val="007E2C1A"/>
    <w:rsid w:val="008244AA"/>
    <w:rsid w:val="008C7466"/>
    <w:rsid w:val="0090117B"/>
    <w:rsid w:val="0099142F"/>
    <w:rsid w:val="00AB2856"/>
    <w:rsid w:val="00AD3C1A"/>
    <w:rsid w:val="00AE6436"/>
    <w:rsid w:val="00B2020D"/>
    <w:rsid w:val="00BE7AC9"/>
    <w:rsid w:val="00C240D5"/>
    <w:rsid w:val="00C41860"/>
    <w:rsid w:val="00D51195"/>
    <w:rsid w:val="00D56A89"/>
    <w:rsid w:val="00DB511B"/>
    <w:rsid w:val="00E20822"/>
    <w:rsid w:val="00E7749A"/>
    <w:rsid w:val="00EC4CCA"/>
    <w:rsid w:val="00FA78DC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51684"/>
  <w15:docId w15:val="{D3DA4C3B-432A-EE48-A539-AE325FA7C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6</cp:revision>
  <dcterms:created xsi:type="dcterms:W3CDTF">2019-02-22T16:47:00Z</dcterms:created>
  <dcterms:modified xsi:type="dcterms:W3CDTF">2019-02-22T16:48:00Z</dcterms:modified>
</cp:coreProperties>
</file>